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3E" w:rsidRDefault="00486F3E" w:rsidP="00DF5F63">
      <w:pPr>
        <w:pStyle w:val="Listenabsatz"/>
        <w:tabs>
          <w:tab w:val="left" w:pos="2552"/>
        </w:tabs>
        <w:spacing w:before="200" w:after="24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>
        <w:rPr>
          <w:rFonts w:ascii="Arial" w:hAnsi="Arial" w:cs="Arial"/>
          <w:b/>
          <w:sz w:val="24"/>
        </w:rPr>
        <w:t>3_</w:t>
      </w:r>
      <w:r w:rsidR="00244F86">
        <w:rPr>
          <w:rFonts w:ascii="Arial" w:hAnsi="Arial" w:cs="Arial"/>
          <w:b/>
          <w:sz w:val="24"/>
        </w:rPr>
        <w:t>2.</w:t>
      </w:r>
      <w:r>
        <w:rPr>
          <w:rFonts w:ascii="Arial" w:hAnsi="Arial" w:cs="Arial"/>
          <w:b/>
          <w:sz w:val="24"/>
        </w:rPr>
        <w:t xml:space="preserve">1  Aufgabe </w:t>
      </w:r>
      <w:r w:rsidR="00244F86">
        <w:rPr>
          <w:rFonts w:ascii="Arial" w:hAnsi="Arial" w:cs="Arial"/>
          <w:b/>
          <w:sz w:val="24"/>
        </w:rPr>
        <w:t>Flugtickets Teil 1</w:t>
      </w:r>
      <w:r>
        <w:rPr>
          <w:rFonts w:ascii="Arial" w:hAnsi="Arial" w:cs="Arial"/>
          <w:b/>
          <w:sz w:val="24"/>
        </w:rPr>
        <w:t xml:space="preserve"> </w:t>
      </w:r>
    </w:p>
    <w:p w:rsidR="001A4C07" w:rsidRDefault="001A4C07" w:rsidP="00DB1C7E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1A4C07" w:rsidRDefault="001A4C07" w:rsidP="00DB1C7E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L3_2.1.1 Beurteilung formaler und inhaltlicher Aspekte</w:t>
      </w:r>
    </w:p>
    <w:p w:rsidR="001A4C07" w:rsidRDefault="001A4C07" w:rsidP="00DB1C7E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1A4C07" w:rsidRDefault="001A4C07" w:rsidP="00DB1C7E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E532A3" w:rsidRPr="00DF5F63" w:rsidRDefault="00DF5F63" w:rsidP="003718B9">
      <w:pPr>
        <w:tabs>
          <w:tab w:val="left" w:pos="567"/>
        </w:tabs>
        <w:spacing w:after="0"/>
        <w:rPr>
          <w:rFonts w:ascii="Arial" w:hAnsi="Arial" w:cs="Arial"/>
          <w:b/>
        </w:rPr>
      </w:pPr>
      <w:r w:rsidRPr="00DF5F63">
        <w:rPr>
          <w:rFonts w:ascii="Arial" w:hAnsi="Arial" w:cs="Arial"/>
          <w:b/>
        </w:rPr>
        <w:t>Formale Fehler</w:t>
      </w:r>
    </w:p>
    <w:p w:rsidR="00DF5F63" w:rsidRDefault="00DF5F63" w:rsidP="003718B9">
      <w:pPr>
        <w:tabs>
          <w:tab w:val="left" w:pos="567"/>
        </w:tabs>
        <w:spacing w:after="0"/>
        <w:rPr>
          <w:rFonts w:ascii="Arial" w:hAnsi="Arial" w:cs="Arial"/>
        </w:rPr>
      </w:pPr>
    </w:p>
    <w:p w:rsidR="00DF5F63" w:rsidRDefault="00DF5F63" w:rsidP="003718B9">
      <w:pPr>
        <w:pStyle w:val="Listenabsatz"/>
        <w:numPr>
          <w:ilvl w:val="0"/>
          <w:numId w:val="16"/>
        </w:numPr>
        <w:tabs>
          <w:tab w:val="left" w:pos="567"/>
        </w:tabs>
        <w:spacing w:after="0"/>
        <w:ind w:left="567" w:hanging="567"/>
        <w:rPr>
          <w:rFonts w:ascii="Arial" w:hAnsi="Arial" w:cs="Arial"/>
        </w:rPr>
      </w:pPr>
      <w:r w:rsidRPr="00DF5F63">
        <w:rPr>
          <w:rFonts w:ascii="Arial" w:hAnsi="Arial" w:cs="Arial"/>
        </w:rPr>
        <w:t xml:space="preserve">Jeder Prozess beginnt mit einem Ereignis. </w:t>
      </w:r>
      <w:r w:rsidRPr="00DF5F63">
        <w:rPr>
          <w:rFonts w:ascii="Arial" w:hAnsi="Arial" w:cs="Arial"/>
        </w:rPr>
        <w:br/>
        <w:t>Die erste Funktion 'Ticketangebot ist veröffentlicht' stellt dieses Ereignis dar.</w:t>
      </w:r>
    </w:p>
    <w:p w:rsidR="00DF5F63" w:rsidRDefault="00DF5F63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Nach einer Funktion muss immer ein Ereignis folgen.</w:t>
      </w:r>
    </w:p>
    <w:p w:rsidR="00287746" w:rsidRDefault="00287746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Funktion 'Kunde nimmt Angebot an' ist keine Funktion, da es sich um keine Tätigkeit der betrachteten Organisation handelt.</w:t>
      </w:r>
      <w:bookmarkStart w:id="0" w:name="_GoBack"/>
      <w:bookmarkEnd w:id="0"/>
    </w:p>
    <w:p w:rsidR="00171C37" w:rsidRDefault="00171C37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Aus dem dargestellten Prozess wird nicht ersichtlich, welche Organisationseinheit(en) die Verantwortung für die einzelnen Funktionen trägt. Hier: </w:t>
      </w:r>
      <w:r w:rsidRPr="00DF5F63">
        <w:rPr>
          <w:rFonts w:ascii="Arial" w:hAnsi="Arial" w:cs="Arial"/>
        </w:rPr>
        <w:t>'</w:t>
      </w:r>
      <w:r w:rsidRPr="00171C3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Reservierungsabteilung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.</w:t>
      </w:r>
    </w:p>
    <w:p w:rsidR="00DF5F63" w:rsidRDefault="00DF5F63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Das erste Informationsobjekt </w:t>
      </w:r>
      <w:r w:rsidR="00C4798D">
        <w:rPr>
          <w:rFonts w:ascii="Arial" w:hAnsi="Arial" w:cs="Arial"/>
        </w:rPr>
        <w:t xml:space="preserve">(hier: 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Angebot</w:t>
      </w:r>
      <w:r w:rsidRPr="00DF5F63">
        <w:rPr>
          <w:rFonts w:ascii="Arial" w:hAnsi="Arial" w:cs="Arial"/>
        </w:rPr>
        <w:t>'</w:t>
      </w:r>
      <w:r w:rsidR="00C4798D">
        <w:rPr>
          <w:rFonts w:ascii="Arial" w:hAnsi="Arial" w:cs="Arial"/>
        </w:rPr>
        <w:t xml:space="preserve">), das im beschriebenen Prozessablauf von Bedeutung ist, ist die </w:t>
      </w:r>
      <w:r w:rsidR="00C4798D" w:rsidRPr="00DF5F63">
        <w:rPr>
          <w:rFonts w:ascii="Arial" w:hAnsi="Arial" w:cs="Arial"/>
        </w:rPr>
        <w:t>'</w:t>
      </w:r>
      <w:r w:rsidR="00C4798D">
        <w:rPr>
          <w:rFonts w:ascii="Arial" w:hAnsi="Arial" w:cs="Arial"/>
        </w:rPr>
        <w:t>Bestellung</w:t>
      </w:r>
      <w:r w:rsidR="00C4798D" w:rsidRPr="00DF5F63">
        <w:rPr>
          <w:rFonts w:ascii="Arial" w:hAnsi="Arial" w:cs="Arial"/>
        </w:rPr>
        <w:t>'</w:t>
      </w:r>
      <w:r w:rsidR="00C4798D">
        <w:rPr>
          <w:rFonts w:ascii="Arial" w:hAnsi="Arial" w:cs="Arial"/>
        </w:rPr>
        <w:t xml:space="preserve"> des Kunden.</w:t>
      </w:r>
    </w:p>
    <w:p w:rsidR="00DF5F63" w:rsidRDefault="00DF5F63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Mit der Funktion 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Ticketbuchung bestätigen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wird ein Informationsobjekt erzeugt, die 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Buchungsbestätigung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, die gleichzeitig das Zustandekommen eines Kaufvertrags dokumentiert.</w:t>
      </w:r>
    </w:p>
    <w:p w:rsidR="00E84092" w:rsidRDefault="00E84092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Mit der Funktion 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Ticket an Kunden versenden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wird ein Informationsobjekt erzeugt, das 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Flugticket</w:t>
      </w:r>
      <w:r w:rsidRPr="00DF5F63">
        <w:rPr>
          <w:rFonts w:ascii="Arial" w:hAnsi="Arial" w:cs="Arial"/>
        </w:rPr>
        <w:t>'</w:t>
      </w:r>
      <w:r w:rsidR="00C52C20">
        <w:rPr>
          <w:rFonts w:ascii="Arial" w:hAnsi="Arial" w:cs="Arial"/>
        </w:rPr>
        <w:t>.</w:t>
      </w:r>
    </w:p>
    <w:p w:rsidR="00DF5F63" w:rsidRDefault="00DF5F63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Jeder Prozess endet mit einem Ereignis. Hier: 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Flugticket ist versandt</w:t>
      </w:r>
      <w:r w:rsidRPr="00DF5F63">
        <w:rPr>
          <w:rFonts w:ascii="Arial" w:hAnsi="Arial" w:cs="Arial"/>
        </w:rPr>
        <w:t>'</w:t>
      </w:r>
      <w:r>
        <w:rPr>
          <w:rFonts w:ascii="Arial" w:hAnsi="Arial" w:cs="Arial"/>
        </w:rPr>
        <w:t>.</w:t>
      </w:r>
    </w:p>
    <w:p w:rsidR="00EB41D8" w:rsidRDefault="00EB41D8" w:rsidP="003718B9">
      <w:pPr>
        <w:tabs>
          <w:tab w:val="left" w:pos="567"/>
        </w:tabs>
        <w:spacing w:after="0"/>
        <w:rPr>
          <w:rFonts w:ascii="Arial" w:hAnsi="Arial" w:cs="Arial"/>
        </w:rPr>
      </w:pPr>
    </w:p>
    <w:p w:rsidR="00244F86" w:rsidRDefault="00244F86" w:rsidP="003718B9">
      <w:pPr>
        <w:tabs>
          <w:tab w:val="left" w:pos="567"/>
        </w:tabs>
        <w:spacing w:after="0"/>
        <w:rPr>
          <w:rFonts w:ascii="Arial" w:hAnsi="Arial" w:cs="Arial"/>
        </w:rPr>
      </w:pPr>
    </w:p>
    <w:p w:rsidR="00DF5F63" w:rsidRDefault="00DF5F63" w:rsidP="003718B9">
      <w:pPr>
        <w:tabs>
          <w:tab w:val="left" w:pos="567"/>
        </w:tabs>
        <w:spacing w:after="0"/>
        <w:rPr>
          <w:rFonts w:ascii="Arial" w:hAnsi="Arial" w:cs="Arial"/>
        </w:rPr>
      </w:pPr>
    </w:p>
    <w:p w:rsidR="00DF5F63" w:rsidRPr="00DF5F63" w:rsidRDefault="00DF5F63" w:rsidP="003718B9">
      <w:pPr>
        <w:tabs>
          <w:tab w:val="left" w:pos="567"/>
        </w:tabs>
        <w:spacing w:after="0"/>
        <w:rPr>
          <w:rFonts w:ascii="Arial" w:hAnsi="Arial" w:cs="Arial"/>
          <w:b/>
        </w:rPr>
      </w:pPr>
      <w:r w:rsidRPr="00DF5F63">
        <w:rPr>
          <w:rFonts w:ascii="Arial" w:hAnsi="Arial" w:cs="Arial"/>
          <w:b/>
        </w:rPr>
        <w:t>Inhaltliche Fehler</w:t>
      </w:r>
    </w:p>
    <w:p w:rsidR="00DF5F63" w:rsidRDefault="00DF5F63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modellierte XOR-Verzweigung ist überflüssig. </w:t>
      </w:r>
      <w:r>
        <w:rPr>
          <w:rFonts w:ascii="Arial" w:hAnsi="Arial" w:cs="Arial"/>
        </w:rPr>
        <w:br/>
        <w:t>Das Angebot im Internet ist an die Allgemeinheit gerichtet. Die Personen, die dieses Angebot ignorieren, sind im Prozessablauf nicht von Interesse.</w:t>
      </w:r>
    </w:p>
    <w:p w:rsidR="004D25C3" w:rsidRPr="00DF5F63" w:rsidRDefault="004D25C3" w:rsidP="003718B9">
      <w:pPr>
        <w:pStyle w:val="Listenabsatz"/>
        <w:numPr>
          <w:ilvl w:val="0"/>
          <w:numId w:val="16"/>
        </w:numPr>
        <w:tabs>
          <w:tab w:val="left" w:pos="567"/>
        </w:tabs>
        <w:spacing w:before="120" w:after="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Der Ticketversand an die Kunden durch einen Kurierdienst ist nicht zeitgemäß. Sinnvoller ist ein elektronischer Versand.</w:t>
      </w:r>
    </w:p>
    <w:p w:rsidR="00244F86" w:rsidRDefault="00244F86" w:rsidP="003718B9">
      <w:pPr>
        <w:tabs>
          <w:tab w:val="left" w:pos="567"/>
        </w:tabs>
        <w:spacing w:after="0"/>
        <w:rPr>
          <w:rFonts w:ascii="Arial" w:hAnsi="Arial" w:cs="Arial"/>
        </w:rPr>
      </w:pPr>
    </w:p>
    <w:p w:rsidR="00244F86" w:rsidRPr="00EB41D8" w:rsidRDefault="00244F86" w:rsidP="003718B9">
      <w:pPr>
        <w:tabs>
          <w:tab w:val="left" w:pos="2775"/>
        </w:tabs>
        <w:rPr>
          <w:rFonts w:ascii="Arial" w:hAnsi="Arial" w:cs="Arial"/>
        </w:rPr>
      </w:pPr>
    </w:p>
    <w:sectPr w:rsidR="00244F86" w:rsidRPr="00EB41D8" w:rsidSect="00284C4E">
      <w:headerReference w:type="default" r:id="rId8"/>
      <w:footerReference w:type="default" r:id="rId9"/>
      <w:pgSz w:w="11906" w:h="16838"/>
      <w:pgMar w:top="851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B8D" w:rsidRDefault="00BB6B8D" w:rsidP="00F15712">
      <w:pPr>
        <w:spacing w:after="0" w:line="240" w:lineRule="auto"/>
      </w:pPr>
      <w:r>
        <w:separator/>
      </w:r>
    </w:p>
  </w:endnote>
  <w:endnote w:type="continuationSeparator" w:id="0">
    <w:p w:rsidR="00BB6B8D" w:rsidRDefault="00BB6B8D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284C4E">
      <w:rPr>
        <w:rFonts w:ascii="Calibri" w:eastAsia="Calibri" w:hAnsi="Calibri" w:cs="Times New Roman"/>
        <w:noProof/>
      </w:rPr>
      <w:t>L3_2.1.1 Lösung Flugtickets Teil 1 - Beurteilung.docx</w:t>
    </w:r>
    <w:r w:rsidRPr="0059458F">
      <w:rPr>
        <w:rFonts w:ascii="Calibri" w:eastAsia="Calibri" w:hAnsi="Calibri" w:cs="Times New Roman"/>
        <w:noProof/>
      </w:rPr>
      <w:fldChar w:fldCharType="end"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287746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287746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B8D" w:rsidRDefault="00BB6B8D" w:rsidP="00F15712">
      <w:pPr>
        <w:spacing w:after="0" w:line="240" w:lineRule="auto"/>
      </w:pPr>
      <w:r>
        <w:separator/>
      </w:r>
    </w:p>
  </w:footnote>
  <w:footnote w:type="continuationSeparator" w:id="0">
    <w:p w:rsidR="00BB6B8D" w:rsidRDefault="00BB6B8D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BB28CA"/>
    <w:multiLevelType w:val="hybridMultilevel"/>
    <w:tmpl w:val="050606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FD4928"/>
    <w:multiLevelType w:val="hybridMultilevel"/>
    <w:tmpl w:val="860E57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9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3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3"/>
  </w:num>
  <w:num w:numId="5">
    <w:abstractNumId w:val="6"/>
  </w:num>
  <w:num w:numId="6">
    <w:abstractNumId w:val="14"/>
  </w:num>
  <w:num w:numId="7">
    <w:abstractNumId w:val="2"/>
  </w:num>
  <w:num w:numId="8">
    <w:abstractNumId w:val="7"/>
  </w:num>
  <w:num w:numId="9">
    <w:abstractNumId w:val="12"/>
  </w:num>
  <w:num w:numId="10">
    <w:abstractNumId w:val="8"/>
  </w:num>
  <w:num w:numId="11">
    <w:abstractNumId w:val="9"/>
  </w:num>
  <w:num w:numId="12">
    <w:abstractNumId w:val="11"/>
  </w:num>
  <w:num w:numId="13">
    <w:abstractNumId w:val="5"/>
  </w:num>
  <w:num w:numId="14">
    <w:abstractNumId w:val="1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A2875"/>
    <w:rsid w:val="000B6D2B"/>
    <w:rsid w:val="000D3C16"/>
    <w:rsid w:val="000E69FA"/>
    <w:rsid w:val="000F32D9"/>
    <w:rsid w:val="001133D9"/>
    <w:rsid w:val="001206AD"/>
    <w:rsid w:val="00133425"/>
    <w:rsid w:val="001334F5"/>
    <w:rsid w:val="0015457E"/>
    <w:rsid w:val="00160C1C"/>
    <w:rsid w:val="00171C37"/>
    <w:rsid w:val="00177B95"/>
    <w:rsid w:val="001833E9"/>
    <w:rsid w:val="00184663"/>
    <w:rsid w:val="00184B5B"/>
    <w:rsid w:val="00185CA6"/>
    <w:rsid w:val="001A4C07"/>
    <w:rsid w:val="001B4D26"/>
    <w:rsid w:val="001C0C54"/>
    <w:rsid w:val="001C661B"/>
    <w:rsid w:val="001D5801"/>
    <w:rsid w:val="001E3D5D"/>
    <w:rsid w:val="001F4857"/>
    <w:rsid w:val="001F7A4D"/>
    <w:rsid w:val="00200B57"/>
    <w:rsid w:val="002202CE"/>
    <w:rsid w:val="00241768"/>
    <w:rsid w:val="002444D7"/>
    <w:rsid w:val="00244F86"/>
    <w:rsid w:val="002556A0"/>
    <w:rsid w:val="002610D0"/>
    <w:rsid w:val="00271F7D"/>
    <w:rsid w:val="00274F93"/>
    <w:rsid w:val="002822AB"/>
    <w:rsid w:val="002833DE"/>
    <w:rsid w:val="00284C4E"/>
    <w:rsid w:val="0028510D"/>
    <w:rsid w:val="00287746"/>
    <w:rsid w:val="002C0D83"/>
    <w:rsid w:val="002D141C"/>
    <w:rsid w:val="002D2DF8"/>
    <w:rsid w:val="002D310F"/>
    <w:rsid w:val="002D4EF6"/>
    <w:rsid w:val="002D57F8"/>
    <w:rsid w:val="002E020B"/>
    <w:rsid w:val="002F0727"/>
    <w:rsid w:val="002F2761"/>
    <w:rsid w:val="003023BF"/>
    <w:rsid w:val="00303060"/>
    <w:rsid w:val="00310458"/>
    <w:rsid w:val="00311DFC"/>
    <w:rsid w:val="00313A19"/>
    <w:rsid w:val="00336BD5"/>
    <w:rsid w:val="00345476"/>
    <w:rsid w:val="0035137D"/>
    <w:rsid w:val="00353ED3"/>
    <w:rsid w:val="003718B9"/>
    <w:rsid w:val="00372096"/>
    <w:rsid w:val="0039519A"/>
    <w:rsid w:val="003A3F4B"/>
    <w:rsid w:val="003A4BC4"/>
    <w:rsid w:val="003B23F4"/>
    <w:rsid w:val="003B48FB"/>
    <w:rsid w:val="003B6189"/>
    <w:rsid w:val="003C19BB"/>
    <w:rsid w:val="003D4588"/>
    <w:rsid w:val="003D75A7"/>
    <w:rsid w:val="003E78CD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4453"/>
    <w:rsid w:val="0045756F"/>
    <w:rsid w:val="004637CD"/>
    <w:rsid w:val="00486F3E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4D25C3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8639F"/>
    <w:rsid w:val="006B3548"/>
    <w:rsid w:val="006D2958"/>
    <w:rsid w:val="006D65BC"/>
    <w:rsid w:val="006F258C"/>
    <w:rsid w:val="006F4724"/>
    <w:rsid w:val="007107EC"/>
    <w:rsid w:val="00712390"/>
    <w:rsid w:val="007560C5"/>
    <w:rsid w:val="00762720"/>
    <w:rsid w:val="00764182"/>
    <w:rsid w:val="00770730"/>
    <w:rsid w:val="00783E4E"/>
    <w:rsid w:val="007A0EB6"/>
    <w:rsid w:val="007E1B79"/>
    <w:rsid w:val="007E2F9E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933ED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15D73"/>
    <w:rsid w:val="00A173A7"/>
    <w:rsid w:val="00A3260B"/>
    <w:rsid w:val="00A5242A"/>
    <w:rsid w:val="00A716A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5159"/>
    <w:rsid w:val="00AE6618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B6B8D"/>
    <w:rsid w:val="00BC6F1D"/>
    <w:rsid w:val="00BD75B3"/>
    <w:rsid w:val="00BE1A6B"/>
    <w:rsid w:val="00C0211B"/>
    <w:rsid w:val="00C12943"/>
    <w:rsid w:val="00C27C1F"/>
    <w:rsid w:val="00C37882"/>
    <w:rsid w:val="00C470D5"/>
    <w:rsid w:val="00C4798D"/>
    <w:rsid w:val="00C52C20"/>
    <w:rsid w:val="00C631A7"/>
    <w:rsid w:val="00C657F4"/>
    <w:rsid w:val="00C71615"/>
    <w:rsid w:val="00C726D9"/>
    <w:rsid w:val="00C72F11"/>
    <w:rsid w:val="00C74237"/>
    <w:rsid w:val="00C76736"/>
    <w:rsid w:val="00C828E0"/>
    <w:rsid w:val="00CA48A0"/>
    <w:rsid w:val="00CA4DFA"/>
    <w:rsid w:val="00CE3D00"/>
    <w:rsid w:val="00CF546B"/>
    <w:rsid w:val="00D16D87"/>
    <w:rsid w:val="00D2398D"/>
    <w:rsid w:val="00D32652"/>
    <w:rsid w:val="00D57DE4"/>
    <w:rsid w:val="00D607CC"/>
    <w:rsid w:val="00D620A8"/>
    <w:rsid w:val="00D75772"/>
    <w:rsid w:val="00D7628F"/>
    <w:rsid w:val="00D8503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DF5F63"/>
    <w:rsid w:val="00E020B4"/>
    <w:rsid w:val="00E07C3C"/>
    <w:rsid w:val="00E35867"/>
    <w:rsid w:val="00E42A48"/>
    <w:rsid w:val="00E434D3"/>
    <w:rsid w:val="00E532A3"/>
    <w:rsid w:val="00E77560"/>
    <w:rsid w:val="00E8002F"/>
    <w:rsid w:val="00E83B6C"/>
    <w:rsid w:val="00E84092"/>
    <w:rsid w:val="00E9689C"/>
    <w:rsid w:val="00E96EC2"/>
    <w:rsid w:val="00EB29E5"/>
    <w:rsid w:val="00EB41D8"/>
    <w:rsid w:val="00ED2407"/>
    <w:rsid w:val="00EE74EA"/>
    <w:rsid w:val="00EF1526"/>
    <w:rsid w:val="00F01D1E"/>
    <w:rsid w:val="00F15712"/>
    <w:rsid w:val="00F200A3"/>
    <w:rsid w:val="00F23DC6"/>
    <w:rsid w:val="00F3042B"/>
    <w:rsid w:val="00F7503C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3C4776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E7BC2-D068-4EF9-8E72-45E8583B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1306061A.dotm</Template>
  <TotalTime>0</TotalTime>
  <Pages>1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16</cp:revision>
  <cp:lastPrinted>2018-06-29T08:47:00Z</cp:lastPrinted>
  <dcterms:created xsi:type="dcterms:W3CDTF">2018-07-04T10:43:00Z</dcterms:created>
  <dcterms:modified xsi:type="dcterms:W3CDTF">2018-09-04T09:23:00Z</dcterms:modified>
</cp:coreProperties>
</file>